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696" w:rsidRDefault="00D02295" w:rsidP="00B747C0">
      <w:pPr>
        <w:tabs>
          <w:tab w:val="left" w:pos="1710"/>
        </w:tabs>
        <w:ind w:firstLine="720"/>
        <w:jc w:val="both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688340</wp:posOffset>
                </wp:positionV>
                <wp:extent cx="4229100" cy="3429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5696" w:rsidRPr="00C92190" w:rsidRDefault="008B5696" w:rsidP="00467614">
                            <w:pPr>
                              <w:jc w:val="center"/>
                              <w:rPr>
                                <w:b/>
                                <w:sz w:val="32"/>
                                <w:szCs w:val="24"/>
                                <w:lang w:val="en-US"/>
                              </w:rPr>
                            </w:pPr>
                            <w:r w:rsidRPr="00C92190">
                              <w:rPr>
                                <w:b/>
                                <w:sz w:val="32"/>
                                <w:szCs w:val="24"/>
                                <w:lang w:val="en-US"/>
                              </w:rPr>
                              <w:t>201</w:t>
                            </w:r>
                            <w:r w:rsidR="00AA17C8">
                              <w:rPr>
                                <w:b/>
                                <w:sz w:val="32"/>
                                <w:szCs w:val="24"/>
                                <w:lang w:val="en-US"/>
                              </w:rPr>
                              <w:t>7</w:t>
                            </w:r>
                            <w:r w:rsidRPr="00C92190">
                              <w:rPr>
                                <w:b/>
                                <w:sz w:val="32"/>
                                <w:szCs w:val="24"/>
                                <w:lang w:val="en-US"/>
                              </w:rPr>
                              <w:t xml:space="preserve"> Player Registration</w:t>
                            </w:r>
                          </w:p>
                          <w:p w:rsidR="008B5696" w:rsidRPr="00467614" w:rsidRDefault="008B5696" w:rsidP="004676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5.25pt;margin-top:54.2pt;width:333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" stroked="f">
                <v:textbox>
                  <w:txbxContent>
                    <w:p w:rsidR="008B5696" w:rsidRPr="00C92190" w:rsidRDefault="008B5696" w:rsidP="00467614">
                      <w:pPr>
                        <w:jc w:val="center"/>
                        <w:rPr>
                          <w:b/>
                          <w:sz w:val="32"/>
                          <w:szCs w:val="24"/>
                          <w:lang w:val="en-US"/>
                        </w:rPr>
                      </w:pPr>
                      <w:r w:rsidRPr="00C92190">
                        <w:rPr>
                          <w:b/>
                          <w:sz w:val="32"/>
                          <w:szCs w:val="24"/>
                          <w:lang w:val="en-US"/>
                        </w:rPr>
                        <w:t>201</w:t>
                      </w:r>
                      <w:r w:rsidR="00AA17C8">
                        <w:rPr>
                          <w:b/>
                          <w:sz w:val="32"/>
                          <w:szCs w:val="24"/>
                          <w:lang w:val="en-US"/>
                        </w:rPr>
                        <w:t>7</w:t>
                      </w:r>
                      <w:r w:rsidRPr="00C92190">
                        <w:rPr>
                          <w:b/>
                          <w:sz w:val="32"/>
                          <w:szCs w:val="24"/>
                          <w:lang w:val="en-US"/>
                        </w:rPr>
                        <w:t xml:space="preserve"> Player Registration</w:t>
                      </w:r>
                    </w:p>
                    <w:p w:rsidR="008B5696" w:rsidRPr="00467614" w:rsidRDefault="008B5696" w:rsidP="00467614"/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1971675</wp:posOffset>
                </wp:positionH>
                <wp:positionV relativeFrom="paragraph">
                  <wp:posOffset>2540</wp:posOffset>
                </wp:positionV>
                <wp:extent cx="4206240" cy="5715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624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5696" w:rsidRPr="0074712C" w:rsidRDefault="008B5696">
                            <w:pPr>
                              <w:rPr>
                                <w:b/>
                                <w:sz w:val="50"/>
                                <w:szCs w:val="50"/>
                              </w:rPr>
                            </w:pPr>
                            <w:proofErr w:type="spellStart"/>
                            <w:r w:rsidRPr="0074712C">
                              <w:rPr>
                                <w:b/>
                                <w:sz w:val="50"/>
                                <w:szCs w:val="50"/>
                              </w:rPr>
                              <w:t>Northcote</w:t>
                            </w:r>
                            <w:proofErr w:type="spellEnd"/>
                            <w:r w:rsidRPr="0074712C">
                              <w:rPr>
                                <w:b/>
                                <w:sz w:val="50"/>
                                <w:szCs w:val="50"/>
                              </w:rPr>
                              <w:t xml:space="preserve"> Netball Club</w:t>
                            </w:r>
                          </w:p>
                          <w:p w:rsidR="008B5696" w:rsidRDefault="008B5696">
                            <w:pPr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55.25pt;margin-top:.2pt;width:331.2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" filled="f" stroked="f">
                <v:textbox>
                  <w:txbxContent>
                    <w:p w:rsidR="008B5696" w:rsidRPr="0074712C" w:rsidRDefault="008B5696">
                      <w:pPr>
                        <w:rPr>
                          <w:b/>
                          <w:sz w:val="50"/>
                          <w:szCs w:val="50"/>
                        </w:rPr>
                      </w:pPr>
                      <w:proofErr w:type="spellStart"/>
                      <w:r w:rsidRPr="0074712C">
                        <w:rPr>
                          <w:b/>
                          <w:sz w:val="50"/>
                          <w:szCs w:val="50"/>
                        </w:rPr>
                        <w:t>Northcote</w:t>
                      </w:r>
                      <w:proofErr w:type="spellEnd"/>
                      <w:r w:rsidRPr="0074712C">
                        <w:rPr>
                          <w:b/>
                          <w:sz w:val="50"/>
                          <w:szCs w:val="50"/>
                        </w:rPr>
                        <w:t xml:space="preserve"> Netball Club</w:t>
                      </w:r>
                    </w:p>
                    <w:p w:rsidR="008B5696" w:rsidRDefault="008B5696">
                      <w:pPr>
                        <w:rPr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B5696">
        <w:object w:dxaOrig="8609" w:dyaOrig="92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97.5pt" o:ole="">
            <v:imagedata r:id="rId8" o:title=""/>
          </v:shape>
          <o:OLEObject Type="Embed" ProgID="MSPhotoEd.3" ShapeID="_x0000_i1025" DrawAspect="Content" ObjectID="_1546796995" r:id="rId9"/>
        </w:object>
      </w:r>
    </w:p>
    <w:p w:rsidR="008B5696" w:rsidRDefault="00C0770C" w:rsidP="0072397D">
      <w:pPr>
        <w:tabs>
          <w:tab w:val="left" w:pos="2552"/>
          <w:tab w:val="right" w:pos="10348"/>
        </w:tabs>
        <w:ind w:left="709"/>
        <w:jc w:val="both"/>
      </w:pPr>
      <w:r>
        <w:t>Addres</w:t>
      </w:r>
    </w:p>
    <w:p w:rsidR="008B5696" w:rsidRDefault="008B5696" w:rsidP="0072397D">
      <w:pPr>
        <w:tabs>
          <w:tab w:val="left" w:pos="2552"/>
          <w:tab w:val="right" w:leader="underscore" w:pos="10348"/>
        </w:tabs>
        <w:ind w:left="709"/>
        <w:jc w:val="both"/>
      </w:pPr>
      <w:r>
        <w:t>Name:</w:t>
      </w:r>
      <w:r>
        <w:tab/>
      </w:r>
      <w:r>
        <w:tab/>
      </w:r>
    </w:p>
    <w:p w:rsidR="008B5696" w:rsidRDefault="008B5696" w:rsidP="0072397D">
      <w:pPr>
        <w:tabs>
          <w:tab w:val="left" w:pos="2552"/>
          <w:tab w:val="right" w:leader="underscore" w:pos="10348"/>
        </w:tabs>
        <w:ind w:left="709"/>
        <w:jc w:val="both"/>
      </w:pPr>
      <w:r>
        <w:br/>
        <w:t>Address:</w:t>
      </w:r>
      <w:r>
        <w:tab/>
      </w:r>
      <w:r>
        <w:tab/>
      </w:r>
    </w:p>
    <w:p w:rsidR="008B5696" w:rsidRDefault="008B5696" w:rsidP="0072397D">
      <w:pPr>
        <w:tabs>
          <w:tab w:val="left" w:pos="2552"/>
          <w:tab w:val="right" w:leader="underscore" w:pos="10348"/>
        </w:tabs>
        <w:ind w:left="709"/>
        <w:jc w:val="both"/>
      </w:pPr>
    </w:p>
    <w:p w:rsidR="008B5696" w:rsidRDefault="008B5696" w:rsidP="0072397D">
      <w:pPr>
        <w:tabs>
          <w:tab w:val="left" w:pos="2552"/>
          <w:tab w:val="right" w:leader="underscore" w:pos="10348"/>
        </w:tabs>
        <w:ind w:left="709"/>
        <w:jc w:val="both"/>
      </w:pPr>
      <w:r>
        <w:tab/>
      </w:r>
      <w:r>
        <w:tab/>
      </w:r>
    </w:p>
    <w:p w:rsidR="008B5696" w:rsidRDefault="008B5696" w:rsidP="0072397D">
      <w:pPr>
        <w:tabs>
          <w:tab w:val="left" w:pos="2552"/>
          <w:tab w:val="right" w:leader="underscore" w:pos="10348"/>
        </w:tabs>
        <w:ind w:left="709"/>
        <w:jc w:val="both"/>
      </w:pPr>
    </w:p>
    <w:p w:rsidR="008B5696" w:rsidRDefault="008B5696" w:rsidP="0072397D">
      <w:pPr>
        <w:tabs>
          <w:tab w:val="left" w:pos="2552"/>
          <w:tab w:val="right" w:leader="underscore" w:pos="10348"/>
        </w:tabs>
        <w:ind w:left="709"/>
        <w:jc w:val="both"/>
      </w:pPr>
      <w:r>
        <w:t>Date of Birth:</w:t>
      </w:r>
      <w:r>
        <w:tab/>
      </w:r>
      <w:r>
        <w:tab/>
      </w:r>
    </w:p>
    <w:p w:rsidR="008B5696" w:rsidRDefault="008B5696" w:rsidP="00C92190">
      <w:pPr>
        <w:tabs>
          <w:tab w:val="left" w:pos="720"/>
          <w:tab w:val="left" w:pos="2520"/>
        </w:tabs>
        <w:ind w:left="709"/>
        <w:jc w:val="both"/>
      </w:pPr>
    </w:p>
    <w:p w:rsidR="008B5696" w:rsidRDefault="008B5696" w:rsidP="0072397D">
      <w:pPr>
        <w:tabs>
          <w:tab w:val="left" w:pos="720"/>
          <w:tab w:val="left" w:pos="2520"/>
          <w:tab w:val="right" w:leader="underscore" w:pos="10348"/>
        </w:tabs>
        <w:ind w:left="720"/>
        <w:jc w:val="both"/>
      </w:pPr>
      <w:r>
        <w:t>Telephone:</w:t>
      </w:r>
      <w:r>
        <w:tab/>
        <w:t>Home:</w:t>
      </w:r>
      <w:r>
        <w:tab/>
      </w:r>
    </w:p>
    <w:p w:rsidR="008B5696" w:rsidRDefault="008B5696" w:rsidP="0072397D">
      <w:pPr>
        <w:tabs>
          <w:tab w:val="left" w:pos="720"/>
          <w:tab w:val="left" w:pos="2520"/>
          <w:tab w:val="right" w:pos="10348"/>
        </w:tabs>
        <w:ind w:left="720"/>
        <w:jc w:val="both"/>
      </w:pPr>
    </w:p>
    <w:p w:rsidR="008B5696" w:rsidRDefault="008B5696" w:rsidP="0072397D">
      <w:pPr>
        <w:tabs>
          <w:tab w:val="left" w:pos="720"/>
          <w:tab w:val="left" w:pos="2520"/>
          <w:tab w:val="right" w:leader="underscore" w:pos="10348"/>
        </w:tabs>
        <w:ind w:left="720"/>
        <w:jc w:val="both"/>
      </w:pPr>
      <w:r>
        <w:tab/>
        <w:t xml:space="preserve">Work: </w:t>
      </w:r>
      <w:r>
        <w:tab/>
      </w:r>
    </w:p>
    <w:p w:rsidR="008B5696" w:rsidRDefault="008B5696" w:rsidP="0072397D">
      <w:pPr>
        <w:tabs>
          <w:tab w:val="left" w:pos="720"/>
          <w:tab w:val="left" w:pos="2520"/>
        </w:tabs>
        <w:ind w:left="720"/>
        <w:jc w:val="both"/>
      </w:pPr>
    </w:p>
    <w:p w:rsidR="008B5696" w:rsidRDefault="008B5696" w:rsidP="0072397D">
      <w:pPr>
        <w:tabs>
          <w:tab w:val="left" w:pos="720"/>
          <w:tab w:val="left" w:pos="2520"/>
          <w:tab w:val="right" w:leader="underscore" w:pos="10348"/>
        </w:tabs>
        <w:ind w:left="720"/>
        <w:jc w:val="both"/>
      </w:pPr>
      <w:r>
        <w:tab/>
      </w:r>
      <w:smartTag w:uri="urn:schemas-microsoft-com:office:smarttags" w:element="place">
        <w:smartTag w:uri="urn:schemas-microsoft-com:office:smarttags" w:element="City">
          <w:r>
            <w:t>Mobile</w:t>
          </w:r>
        </w:smartTag>
      </w:smartTag>
      <w:r>
        <w:t>:</w:t>
      </w:r>
      <w:r w:rsidRPr="0072397D">
        <w:t xml:space="preserve"> </w:t>
      </w:r>
      <w:r>
        <w:tab/>
      </w:r>
    </w:p>
    <w:p w:rsidR="008B5696" w:rsidRDefault="008B5696" w:rsidP="0072397D">
      <w:pPr>
        <w:tabs>
          <w:tab w:val="left" w:pos="720"/>
          <w:tab w:val="left" w:pos="2520"/>
        </w:tabs>
        <w:ind w:left="720"/>
        <w:jc w:val="both"/>
      </w:pPr>
      <w:r>
        <w:tab/>
      </w:r>
    </w:p>
    <w:p w:rsidR="008B5696" w:rsidRDefault="008B5696" w:rsidP="0072397D">
      <w:pPr>
        <w:tabs>
          <w:tab w:val="left" w:pos="720"/>
          <w:tab w:val="left" w:pos="2520"/>
          <w:tab w:val="right" w:leader="underscore" w:pos="10348"/>
        </w:tabs>
        <w:ind w:left="720"/>
        <w:jc w:val="both"/>
      </w:pPr>
      <w:r>
        <w:tab/>
        <w:t>Email:</w:t>
      </w:r>
      <w:r w:rsidRPr="0072397D">
        <w:t xml:space="preserve"> </w:t>
      </w:r>
      <w:r>
        <w:tab/>
      </w:r>
    </w:p>
    <w:p w:rsidR="008B5696" w:rsidRDefault="008B5696" w:rsidP="00977BA8">
      <w:pPr>
        <w:tabs>
          <w:tab w:val="left" w:pos="720"/>
          <w:tab w:val="left" w:pos="2520"/>
        </w:tabs>
        <w:ind w:left="720"/>
        <w:jc w:val="both"/>
      </w:pPr>
      <w:r>
        <w:tab/>
      </w:r>
    </w:p>
    <w:p w:rsidR="008B5696" w:rsidRDefault="008B5696" w:rsidP="0072397D">
      <w:pPr>
        <w:tabs>
          <w:tab w:val="left" w:pos="720"/>
          <w:tab w:val="left" w:pos="2520"/>
          <w:tab w:val="right" w:leader="underscore" w:pos="10348"/>
        </w:tabs>
        <w:ind w:left="720"/>
        <w:jc w:val="both"/>
      </w:pPr>
      <w:r>
        <w:t>Emergency Contact Name &amp; Phone:</w:t>
      </w:r>
      <w:r w:rsidRPr="0072397D">
        <w:t xml:space="preserve"> </w:t>
      </w:r>
      <w:r>
        <w:tab/>
      </w:r>
    </w:p>
    <w:p w:rsidR="008B5696" w:rsidRDefault="008B5696" w:rsidP="00A14E32">
      <w:pPr>
        <w:tabs>
          <w:tab w:val="left" w:pos="720"/>
          <w:tab w:val="left" w:pos="2520"/>
        </w:tabs>
        <w:ind w:left="720"/>
        <w:jc w:val="both"/>
      </w:pPr>
      <w:r>
        <w:tab/>
      </w:r>
    </w:p>
    <w:p w:rsidR="008B5696" w:rsidRDefault="008B5696" w:rsidP="00DE0EC0">
      <w:pPr>
        <w:tabs>
          <w:tab w:val="left" w:pos="720"/>
          <w:tab w:val="left" w:pos="2520"/>
        </w:tabs>
        <w:ind w:left="720"/>
        <w:jc w:val="both"/>
      </w:pPr>
      <w:r>
        <w:t>Are you, or someone you know, interested in:</w:t>
      </w:r>
    </w:p>
    <w:p w:rsidR="008B5696" w:rsidRDefault="008B5696" w:rsidP="00DE0EC0">
      <w:pPr>
        <w:tabs>
          <w:tab w:val="left" w:pos="720"/>
          <w:tab w:val="left" w:pos="2520"/>
        </w:tabs>
        <w:ind w:left="720"/>
        <w:jc w:val="both"/>
      </w:pPr>
    </w:p>
    <w:p w:rsidR="008B5696" w:rsidRDefault="008B5696" w:rsidP="00A14E32">
      <w:pPr>
        <w:tabs>
          <w:tab w:val="left" w:pos="720"/>
          <w:tab w:val="left" w:pos="2268"/>
          <w:tab w:val="left" w:pos="3828"/>
          <w:tab w:val="left" w:pos="5954"/>
          <w:tab w:val="right" w:leader="underscore" w:pos="10348"/>
        </w:tabs>
        <w:ind w:left="720"/>
        <w:jc w:val="both"/>
      </w:pPr>
      <w:r>
        <w:t>Umpiring</w:t>
      </w:r>
      <w:r>
        <w:tab/>
        <w:t>YES/NO</w:t>
      </w:r>
      <w:r>
        <w:tab/>
        <w:t>Name/Ph: (if not you):</w:t>
      </w:r>
      <w:r>
        <w:tab/>
      </w:r>
      <w:r>
        <w:tab/>
      </w:r>
    </w:p>
    <w:p w:rsidR="008B5696" w:rsidRDefault="008B5696" w:rsidP="0074712C">
      <w:pPr>
        <w:tabs>
          <w:tab w:val="left" w:pos="720"/>
          <w:tab w:val="left" w:pos="2268"/>
          <w:tab w:val="left" w:pos="3828"/>
          <w:tab w:val="left" w:pos="5954"/>
          <w:tab w:val="right" w:leader="underscore" w:pos="10757"/>
        </w:tabs>
        <w:ind w:left="720"/>
        <w:jc w:val="both"/>
      </w:pPr>
    </w:p>
    <w:p w:rsidR="008B5696" w:rsidRDefault="008B5696" w:rsidP="00A14E32">
      <w:pPr>
        <w:tabs>
          <w:tab w:val="left" w:pos="720"/>
          <w:tab w:val="left" w:pos="2268"/>
          <w:tab w:val="left" w:pos="3828"/>
          <w:tab w:val="left" w:pos="5954"/>
          <w:tab w:val="right" w:leader="underscore" w:pos="10348"/>
        </w:tabs>
        <w:ind w:left="720"/>
        <w:jc w:val="both"/>
      </w:pPr>
      <w:r>
        <w:t>Coaching</w:t>
      </w:r>
      <w:r>
        <w:tab/>
        <w:t>YES/NO</w:t>
      </w:r>
      <w:r>
        <w:tab/>
        <w:t xml:space="preserve">Name/Ph: (if not you): </w:t>
      </w:r>
      <w:r>
        <w:tab/>
      </w:r>
      <w:r>
        <w:tab/>
      </w:r>
    </w:p>
    <w:p w:rsidR="008B5696" w:rsidRDefault="008B5696" w:rsidP="00A14E32">
      <w:pPr>
        <w:tabs>
          <w:tab w:val="left" w:pos="720"/>
          <w:tab w:val="left" w:pos="2268"/>
          <w:tab w:val="left" w:pos="3828"/>
          <w:tab w:val="left" w:pos="5954"/>
          <w:tab w:val="right" w:leader="underscore" w:pos="10348"/>
        </w:tabs>
        <w:ind w:left="720"/>
        <w:jc w:val="both"/>
      </w:pPr>
      <w:r>
        <w:tab/>
      </w:r>
      <w:r>
        <w:tab/>
      </w:r>
    </w:p>
    <w:p w:rsidR="008B5696" w:rsidRPr="0074712C" w:rsidRDefault="008B5696" w:rsidP="00DE0EC0">
      <w:pPr>
        <w:tabs>
          <w:tab w:val="left" w:pos="720"/>
          <w:tab w:val="left" w:pos="2520"/>
        </w:tabs>
        <w:ind w:left="720"/>
        <w:jc w:val="both"/>
      </w:pPr>
      <w:r w:rsidRPr="0074712C">
        <w:t>Please indicate what Squad you would like to trial for</w:t>
      </w:r>
      <w:r>
        <w:t>:</w:t>
      </w:r>
      <w:r w:rsidRPr="0074712C">
        <w:t xml:space="preserve"> </w:t>
      </w:r>
    </w:p>
    <w:p w:rsidR="008B5696" w:rsidRPr="0074712C" w:rsidRDefault="008B5696" w:rsidP="00DE0EC0">
      <w:pPr>
        <w:tabs>
          <w:tab w:val="left" w:pos="720"/>
          <w:tab w:val="left" w:pos="2520"/>
        </w:tabs>
        <w:ind w:left="720"/>
        <w:jc w:val="both"/>
      </w:pPr>
    </w:p>
    <w:p w:rsidR="008B5696" w:rsidRDefault="008B5696" w:rsidP="00C92190">
      <w:pPr>
        <w:tabs>
          <w:tab w:val="left" w:pos="720"/>
          <w:tab w:val="left" w:pos="4253"/>
          <w:tab w:val="left" w:pos="7797"/>
        </w:tabs>
        <w:ind w:left="720"/>
        <w:jc w:val="both"/>
      </w:pPr>
      <w:r w:rsidRPr="0074712C">
        <w:t>Squad</w:t>
      </w:r>
      <w:r>
        <w:t xml:space="preserve"> 1</w:t>
      </w:r>
      <w:r>
        <w:tab/>
        <w:t>Squad 2</w:t>
      </w:r>
    </w:p>
    <w:p w:rsidR="008B5696" w:rsidRDefault="008B5696" w:rsidP="00DE0EC0">
      <w:pPr>
        <w:tabs>
          <w:tab w:val="left" w:pos="720"/>
          <w:tab w:val="left" w:pos="2520"/>
        </w:tabs>
        <w:ind w:left="720"/>
        <w:jc w:val="both"/>
      </w:pPr>
    </w:p>
    <w:p w:rsidR="008B5696" w:rsidRDefault="008B5696" w:rsidP="006060FA">
      <w:pPr>
        <w:tabs>
          <w:tab w:val="left" w:pos="2520"/>
          <w:tab w:val="left" w:pos="3330"/>
        </w:tabs>
        <w:ind w:left="720"/>
        <w:jc w:val="both"/>
      </w:pPr>
      <w:r>
        <w:t>Please indicate the three positions you prefer in order:</w:t>
      </w:r>
    </w:p>
    <w:p w:rsidR="008B5696" w:rsidRPr="006060FA" w:rsidRDefault="008B5696" w:rsidP="00C92190">
      <w:pPr>
        <w:tabs>
          <w:tab w:val="left" w:pos="2520"/>
          <w:tab w:val="left" w:pos="3330"/>
        </w:tabs>
        <w:jc w:val="both"/>
        <w:rPr>
          <w:i/>
        </w:rPr>
      </w:pPr>
    </w:p>
    <w:p w:rsidR="008B5696" w:rsidRDefault="008B5696" w:rsidP="00C92190">
      <w:pPr>
        <w:tabs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7088"/>
        </w:tabs>
        <w:ind w:left="709"/>
        <w:jc w:val="both"/>
        <w:rPr>
          <w:rFonts w:cs="Arial"/>
        </w:rPr>
      </w:pPr>
      <w:r>
        <w:rPr>
          <w:rFonts w:cs="Arial"/>
        </w:rPr>
        <w:t>GS</w:t>
      </w:r>
      <w:r>
        <w:rPr>
          <w:rFonts w:cs="Arial"/>
        </w:rPr>
        <w:tab/>
        <w:t>GA</w:t>
      </w:r>
      <w:r>
        <w:rPr>
          <w:rFonts w:cs="Arial"/>
        </w:rPr>
        <w:tab/>
        <w:t>WA</w:t>
      </w:r>
      <w:r>
        <w:rPr>
          <w:rFonts w:cs="Arial"/>
        </w:rPr>
        <w:tab/>
        <w:t>C</w:t>
      </w:r>
      <w:r>
        <w:rPr>
          <w:rFonts w:cs="Arial"/>
        </w:rPr>
        <w:tab/>
        <w:t>WD</w:t>
      </w:r>
      <w:r>
        <w:rPr>
          <w:rFonts w:cs="Arial"/>
        </w:rPr>
        <w:tab/>
        <w:t>GD</w:t>
      </w:r>
      <w:r>
        <w:rPr>
          <w:rFonts w:cs="Arial"/>
        </w:rPr>
        <w:tab/>
        <w:t>GK</w:t>
      </w:r>
    </w:p>
    <w:p w:rsidR="008B5696" w:rsidRDefault="008B5696" w:rsidP="00C92190">
      <w:pPr>
        <w:tabs>
          <w:tab w:val="left" w:pos="3402"/>
          <w:tab w:val="left" w:pos="4253"/>
          <w:tab w:val="left" w:pos="5103"/>
          <w:tab w:val="left" w:pos="5954"/>
          <w:tab w:val="left" w:pos="7088"/>
        </w:tabs>
        <w:ind w:left="709"/>
        <w:jc w:val="both"/>
        <w:rPr>
          <w:rFonts w:cs="Arial"/>
        </w:rPr>
      </w:pPr>
    </w:p>
    <w:p w:rsidR="008B5696" w:rsidRDefault="008B5696" w:rsidP="0072397D">
      <w:pPr>
        <w:tabs>
          <w:tab w:val="left" w:pos="3119"/>
          <w:tab w:val="right" w:leader="underscore" w:pos="5670"/>
        </w:tabs>
        <w:spacing w:line="360" w:lineRule="auto"/>
        <w:ind w:left="709"/>
        <w:jc w:val="both"/>
        <w:rPr>
          <w:rFonts w:cs="Arial"/>
        </w:rPr>
      </w:pPr>
      <w:proofErr w:type="gramStart"/>
      <w:r>
        <w:rPr>
          <w:rFonts w:cs="Arial"/>
        </w:rPr>
        <w:t>Preferred Position 1.</w:t>
      </w:r>
      <w:proofErr w:type="gramEnd"/>
      <w:r>
        <w:rPr>
          <w:rFonts w:cs="Arial"/>
        </w:rPr>
        <w:tab/>
      </w:r>
      <w:r>
        <w:rPr>
          <w:rFonts w:cs="Arial"/>
        </w:rPr>
        <w:tab/>
      </w:r>
    </w:p>
    <w:p w:rsidR="008B5696" w:rsidRDefault="008B5696" w:rsidP="0072397D">
      <w:pPr>
        <w:tabs>
          <w:tab w:val="left" w:pos="3119"/>
          <w:tab w:val="right" w:leader="underscore" w:pos="5670"/>
        </w:tabs>
        <w:spacing w:line="360" w:lineRule="auto"/>
        <w:ind w:left="709"/>
        <w:jc w:val="both"/>
        <w:rPr>
          <w:rFonts w:cs="Arial"/>
        </w:rPr>
      </w:pPr>
      <w:proofErr w:type="gramStart"/>
      <w:r>
        <w:rPr>
          <w:rFonts w:cs="Arial"/>
        </w:rPr>
        <w:t>Preferred Position 2.</w:t>
      </w:r>
      <w:proofErr w:type="gramEnd"/>
      <w:r>
        <w:rPr>
          <w:rFonts w:cs="Arial"/>
        </w:rPr>
        <w:tab/>
      </w:r>
      <w:r>
        <w:rPr>
          <w:rFonts w:cs="Arial"/>
        </w:rPr>
        <w:tab/>
      </w:r>
    </w:p>
    <w:p w:rsidR="008B5696" w:rsidRDefault="008B5696" w:rsidP="00E77B12">
      <w:pPr>
        <w:tabs>
          <w:tab w:val="left" w:pos="3119"/>
          <w:tab w:val="right" w:leader="underscore" w:pos="5670"/>
        </w:tabs>
        <w:spacing w:line="360" w:lineRule="auto"/>
        <w:ind w:left="709"/>
        <w:jc w:val="both"/>
        <w:rPr>
          <w:rFonts w:cs="Arial"/>
        </w:rPr>
      </w:pPr>
      <w:proofErr w:type="gramStart"/>
      <w:r>
        <w:rPr>
          <w:rFonts w:cs="Arial"/>
        </w:rPr>
        <w:t>Preferred Position 3.</w:t>
      </w:r>
      <w:proofErr w:type="gramEnd"/>
      <w:r>
        <w:rPr>
          <w:rFonts w:cs="Arial"/>
        </w:rPr>
        <w:tab/>
      </w:r>
      <w:r>
        <w:rPr>
          <w:rFonts w:cs="Arial"/>
        </w:rPr>
        <w:tab/>
      </w:r>
    </w:p>
    <w:p w:rsidR="008B5696" w:rsidRDefault="008B5696" w:rsidP="0072397D">
      <w:pPr>
        <w:tabs>
          <w:tab w:val="left" w:pos="3119"/>
          <w:tab w:val="right" w:leader="underscore" w:pos="5670"/>
        </w:tabs>
        <w:spacing w:line="360" w:lineRule="auto"/>
        <w:ind w:left="709"/>
        <w:jc w:val="both"/>
        <w:rPr>
          <w:rFonts w:cs="Arial"/>
        </w:rPr>
      </w:pPr>
    </w:p>
    <w:p w:rsidR="008B5696" w:rsidRDefault="008B5696" w:rsidP="00C008B6">
      <w:pPr>
        <w:tabs>
          <w:tab w:val="left" w:pos="2340"/>
          <w:tab w:val="left" w:pos="3330"/>
          <w:tab w:val="right" w:leader="underscore" w:pos="8505"/>
        </w:tabs>
        <w:ind w:left="720"/>
        <w:jc w:val="both"/>
        <w:rPr>
          <w:rFonts w:cs="Arial"/>
        </w:rPr>
      </w:pPr>
      <w:r>
        <w:rPr>
          <w:rFonts w:cs="Arial"/>
        </w:rPr>
        <w:t xml:space="preserve">What year did you last play </w:t>
      </w:r>
      <w:r w:rsidR="00B776A5">
        <w:rPr>
          <w:rFonts w:cs="Arial"/>
        </w:rPr>
        <w:t>netball?</w:t>
      </w:r>
      <w:r>
        <w:rPr>
          <w:rFonts w:cs="Arial"/>
        </w:rPr>
        <w:tab/>
      </w:r>
    </w:p>
    <w:p w:rsidR="008B5696" w:rsidRDefault="008B5696" w:rsidP="00DE0EC0">
      <w:pPr>
        <w:tabs>
          <w:tab w:val="left" w:pos="2340"/>
          <w:tab w:val="left" w:pos="3330"/>
        </w:tabs>
        <w:ind w:left="720"/>
        <w:jc w:val="both"/>
        <w:rPr>
          <w:rFonts w:cs="Arial"/>
        </w:rPr>
      </w:pPr>
    </w:p>
    <w:p w:rsidR="008B5696" w:rsidRDefault="008B5696" w:rsidP="00C008B6">
      <w:pPr>
        <w:tabs>
          <w:tab w:val="left" w:pos="2340"/>
          <w:tab w:val="left" w:pos="3330"/>
          <w:tab w:val="right" w:leader="underscore" w:pos="8505"/>
        </w:tabs>
        <w:ind w:left="720"/>
        <w:jc w:val="both"/>
        <w:rPr>
          <w:rFonts w:cs="Arial"/>
        </w:rPr>
      </w:pPr>
      <w:r>
        <w:rPr>
          <w:rFonts w:cs="Arial"/>
        </w:rPr>
        <w:t xml:space="preserve">What club / team / grade did you </w:t>
      </w:r>
      <w:r w:rsidR="00B776A5">
        <w:rPr>
          <w:rFonts w:cs="Arial"/>
        </w:rPr>
        <w:t>play?</w:t>
      </w:r>
      <w:r>
        <w:rPr>
          <w:rFonts w:cs="Arial"/>
        </w:rPr>
        <w:tab/>
      </w:r>
    </w:p>
    <w:p w:rsidR="008B5696" w:rsidRDefault="008B5696" w:rsidP="0076248A">
      <w:pPr>
        <w:tabs>
          <w:tab w:val="left" w:pos="2340"/>
          <w:tab w:val="left" w:pos="3330"/>
        </w:tabs>
        <w:ind w:left="720"/>
        <w:jc w:val="both"/>
        <w:rPr>
          <w:rFonts w:cs="Arial"/>
        </w:rPr>
      </w:pPr>
    </w:p>
    <w:p w:rsidR="008B5696" w:rsidRDefault="008B5696" w:rsidP="0076248A">
      <w:pPr>
        <w:tabs>
          <w:tab w:val="left" w:pos="2340"/>
          <w:tab w:val="left" w:pos="3330"/>
        </w:tabs>
        <w:ind w:left="720"/>
        <w:jc w:val="both"/>
        <w:rPr>
          <w:rFonts w:cs="Arial"/>
        </w:rPr>
      </w:pPr>
      <w:r>
        <w:rPr>
          <w:rFonts w:cs="Arial"/>
        </w:rPr>
        <w:t>Are you transferring from another club?</w:t>
      </w:r>
      <w:r>
        <w:rPr>
          <w:rFonts w:cs="Arial"/>
        </w:rPr>
        <w:tab/>
        <w:t>YES/NO</w:t>
      </w:r>
    </w:p>
    <w:p w:rsidR="008B5696" w:rsidRDefault="008B5696" w:rsidP="0076248A">
      <w:pPr>
        <w:tabs>
          <w:tab w:val="left" w:pos="2340"/>
          <w:tab w:val="left" w:pos="3330"/>
        </w:tabs>
        <w:ind w:left="720"/>
        <w:jc w:val="both"/>
        <w:rPr>
          <w:rFonts w:cs="Arial"/>
        </w:rPr>
      </w:pPr>
    </w:p>
    <w:p w:rsidR="008B5696" w:rsidRPr="009309CB" w:rsidRDefault="00146E72" w:rsidP="0072397D">
      <w:pPr>
        <w:tabs>
          <w:tab w:val="left" w:pos="2340"/>
          <w:tab w:val="left" w:pos="3330"/>
        </w:tabs>
        <w:ind w:left="720"/>
        <w:jc w:val="both"/>
        <w:rPr>
          <w:rFonts w:cs="Arial"/>
        </w:rPr>
      </w:pPr>
      <w:r>
        <w:rPr>
          <w:rFonts w:cs="Arial"/>
        </w:rPr>
        <w:t xml:space="preserve">Dress Size:   </w:t>
      </w:r>
      <w:r w:rsidR="005C3FB7">
        <w:rPr>
          <w:rFonts w:cs="Arial"/>
        </w:rPr>
        <w:tab/>
      </w:r>
      <w:proofErr w:type="gramStart"/>
      <w:r w:rsidR="005C3FB7">
        <w:rPr>
          <w:rFonts w:cs="Arial"/>
        </w:rPr>
        <w:t xml:space="preserve">10 </w:t>
      </w:r>
      <w:r w:rsidR="00B776A5">
        <w:rPr>
          <w:rFonts w:cs="Arial"/>
        </w:rPr>
        <w:t xml:space="preserve"> </w:t>
      </w:r>
      <w:r w:rsidR="005C3FB7">
        <w:rPr>
          <w:rFonts w:cs="Arial"/>
        </w:rPr>
        <w:t>12</w:t>
      </w:r>
      <w:proofErr w:type="gramEnd"/>
      <w:r w:rsidR="005C3FB7">
        <w:rPr>
          <w:rFonts w:cs="Arial"/>
        </w:rPr>
        <w:t xml:space="preserve"> </w:t>
      </w:r>
      <w:r w:rsidR="00B776A5">
        <w:rPr>
          <w:rFonts w:cs="Arial"/>
        </w:rPr>
        <w:t xml:space="preserve"> </w:t>
      </w:r>
      <w:r w:rsidR="005C3FB7">
        <w:rPr>
          <w:rFonts w:cs="Arial"/>
        </w:rPr>
        <w:t>14  16</w:t>
      </w:r>
      <w:r w:rsidR="005C3FB7">
        <w:rPr>
          <w:rFonts w:cs="Arial"/>
        </w:rPr>
        <w:tab/>
        <w:t xml:space="preserve"> 18  20  22  </w:t>
      </w:r>
      <w:r w:rsidR="008B5696">
        <w:rPr>
          <w:rFonts w:cs="Arial"/>
        </w:rPr>
        <w:t>24</w:t>
      </w:r>
      <w:r w:rsidR="00D02295">
        <w:rPr>
          <w:noProof/>
          <w:lang w:eastAsia="en-NZ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6429375</wp:posOffset>
            </wp:positionH>
            <wp:positionV relativeFrom="paragraph">
              <wp:posOffset>6175375</wp:posOffset>
            </wp:positionV>
            <wp:extent cx="600075" cy="8001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5696" w:rsidRDefault="008B5696" w:rsidP="0072397D">
      <w:pPr>
        <w:tabs>
          <w:tab w:val="left" w:pos="2340"/>
          <w:tab w:val="left" w:pos="3330"/>
        </w:tabs>
        <w:jc w:val="both"/>
        <w:rPr>
          <w:rFonts w:cs="Arial"/>
        </w:rPr>
      </w:pPr>
    </w:p>
    <w:p w:rsidR="008B5696" w:rsidRPr="0072397D" w:rsidRDefault="008B5696" w:rsidP="0076248A">
      <w:pPr>
        <w:tabs>
          <w:tab w:val="left" w:pos="2340"/>
          <w:tab w:val="left" w:pos="3330"/>
        </w:tabs>
        <w:ind w:left="720"/>
        <w:jc w:val="both"/>
        <w:rPr>
          <w:rFonts w:cs="Arial"/>
        </w:rPr>
      </w:pPr>
      <w:r>
        <w:rPr>
          <w:rFonts w:cs="Arial"/>
        </w:rPr>
        <w:t>T</w:t>
      </w:r>
      <w:r w:rsidRPr="0072397D">
        <w:rPr>
          <w:rFonts w:cs="Arial"/>
        </w:rPr>
        <w:t>rial</w:t>
      </w:r>
      <w:r>
        <w:rPr>
          <w:rFonts w:cs="Arial"/>
        </w:rPr>
        <w:t>s</w:t>
      </w:r>
      <w:r w:rsidRPr="0072397D">
        <w:rPr>
          <w:rFonts w:cs="Arial"/>
        </w:rPr>
        <w:t xml:space="preserve"> </w:t>
      </w:r>
      <w:r>
        <w:rPr>
          <w:rFonts w:cs="Arial"/>
        </w:rPr>
        <w:t xml:space="preserve">will be held at the Netball North Harbour courts, and the </w:t>
      </w:r>
      <w:r w:rsidRPr="0072397D">
        <w:rPr>
          <w:rFonts w:cs="Arial"/>
        </w:rPr>
        <w:t xml:space="preserve">dates are: </w:t>
      </w:r>
    </w:p>
    <w:p w:rsidR="008B5696" w:rsidRDefault="008B5696" w:rsidP="0076248A">
      <w:pPr>
        <w:tabs>
          <w:tab w:val="left" w:pos="2340"/>
          <w:tab w:val="left" w:pos="3330"/>
        </w:tabs>
        <w:ind w:left="720"/>
        <w:jc w:val="both"/>
        <w:rPr>
          <w:rFonts w:cs="Arial"/>
        </w:rPr>
      </w:pPr>
    </w:p>
    <w:p w:rsidR="00B776A5" w:rsidRPr="00B776A5" w:rsidRDefault="00B776A5" w:rsidP="00B776A5">
      <w:pPr>
        <w:ind w:left="720"/>
      </w:pPr>
      <w:r w:rsidRPr="00B776A5">
        <w:t xml:space="preserve">Sunday </w:t>
      </w:r>
      <w:r w:rsidR="00A60AC5">
        <w:t>12</w:t>
      </w:r>
      <w:r w:rsidRPr="00B776A5">
        <w:t xml:space="preserve"> Feb</w:t>
      </w:r>
      <w:r w:rsidRPr="00B776A5">
        <w:tab/>
      </w:r>
      <w:r w:rsidRPr="00B776A5">
        <w:tab/>
        <w:t xml:space="preserve">Courts </w:t>
      </w:r>
      <w:r w:rsidR="00EA53F5">
        <w:t>12</w:t>
      </w:r>
      <w:r w:rsidRPr="00B776A5">
        <w:t xml:space="preserve"> and 1</w:t>
      </w:r>
      <w:r w:rsidR="00EA53F5">
        <w:t>3</w:t>
      </w:r>
      <w:r w:rsidRPr="00B776A5">
        <w:tab/>
      </w:r>
      <w:r w:rsidRPr="00B776A5">
        <w:tab/>
        <w:t>9</w:t>
      </w:r>
      <w:r w:rsidR="00A60AC5">
        <w:t>.30</w:t>
      </w:r>
      <w:r w:rsidRPr="00B776A5">
        <w:t>am – 12.30pm</w:t>
      </w:r>
    </w:p>
    <w:p w:rsidR="00A60AC5" w:rsidRDefault="00A60AC5" w:rsidP="00B776A5">
      <w:pPr>
        <w:ind w:left="720"/>
      </w:pPr>
    </w:p>
    <w:p w:rsidR="00B776A5" w:rsidRPr="00B776A5" w:rsidRDefault="00A60AC5" w:rsidP="00B776A5">
      <w:pPr>
        <w:ind w:left="720"/>
      </w:pPr>
      <w:r>
        <w:t xml:space="preserve">Wednesday 15 </w:t>
      </w:r>
      <w:r w:rsidR="00B776A5" w:rsidRPr="00B776A5">
        <w:t>Feb</w:t>
      </w:r>
      <w:r w:rsidR="00B776A5" w:rsidRPr="00B776A5">
        <w:tab/>
        <w:t xml:space="preserve">Courts </w:t>
      </w:r>
      <w:r w:rsidR="00EA53F5">
        <w:t>TBA</w:t>
      </w:r>
      <w:r w:rsidR="00B776A5" w:rsidRPr="00B776A5">
        <w:tab/>
      </w:r>
      <w:r w:rsidR="00EA53F5">
        <w:tab/>
      </w:r>
      <w:r w:rsidR="00EA53F5">
        <w:tab/>
      </w:r>
      <w:r w:rsidR="00B776A5" w:rsidRPr="00B776A5">
        <w:t>6pm - 9pm (specific start times to be advised by selectors)</w:t>
      </w:r>
    </w:p>
    <w:p w:rsidR="00A60AC5" w:rsidRDefault="00A60AC5" w:rsidP="00B776A5">
      <w:pPr>
        <w:ind w:left="720"/>
      </w:pPr>
    </w:p>
    <w:p w:rsidR="00B776A5" w:rsidRPr="00B776A5" w:rsidRDefault="00B776A5" w:rsidP="00B776A5">
      <w:pPr>
        <w:ind w:left="720"/>
      </w:pPr>
      <w:r w:rsidRPr="00B776A5">
        <w:t xml:space="preserve">Sunday </w:t>
      </w:r>
      <w:r w:rsidR="00A60AC5">
        <w:t>19</w:t>
      </w:r>
      <w:r w:rsidR="00EA53F5">
        <w:t xml:space="preserve"> Feb</w:t>
      </w:r>
      <w:r w:rsidR="00EA53F5">
        <w:tab/>
      </w:r>
      <w:r w:rsidR="00EA53F5">
        <w:tab/>
        <w:t>Courts 12</w:t>
      </w:r>
      <w:r w:rsidRPr="00B776A5">
        <w:t xml:space="preserve"> and </w:t>
      </w:r>
      <w:r w:rsidR="00EA53F5">
        <w:t>13</w:t>
      </w:r>
      <w:r w:rsidRPr="00B776A5">
        <w:tab/>
      </w:r>
      <w:r w:rsidRPr="00B776A5">
        <w:tab/>
        <w:t>9</w:t>
      </w:r>
      <w:r w:rsidR="00EA53F5">
        <w:t>.30</w:t>
      </w:r>
      <w:r w:rsidRPr="00B776A5">
        <w:t>am – 12.30pm</w:t>
      </w:r>
    </w:p>
    <w:p w:rsidR="00B776A5" w:rsidRPr="00B776A5" w:rsidRDefault="00B776A5" w:rsidP="00B776A5">
      <w:pPr>
        <w:ind w:left="5040"/>
      </w:pPr>
      <w:r w:rsidRPr="00B776A5">
        <w:t>(Specific start times to be advised by selectors)</w:t>
      </w:r>
    </w:p>
    <w:p w:rsidR="00A60AC5" w:rsidRDefault="00A60AC5" w:rsidP="00B143D3">
      <w:pPr>
        <w:tabs>
          <w:tab w:val="left" w:pos="709"/>
          <w:tab w:val="right" w:leader="underscore" w:pos="10348"/>
        </w:tabs>
        <w:ind w:left="709"/>
        <w:rPr>
          <w:rFonts w:cs="Arial"/>
        </w:rPr>
      </w:pPr>
    </w:p>
    <w:p w:rsidR="008B5696" w:rsidRDefault="008B5696" w:rsidP="00B143D3">
      <w:pPr>
        <w:tabs>
          <w:tab w:val="left" w:pos="709"/>
          <w:tab w:val="right" w:leader="underscore" w:pos="10348"/>
        </w:tabs>
        <w:ind w:left="709"/>
        <w:rPr>
          <w:rFonts w:cs="Arial"/>
          <w:sz w:val="22"/>
          <w:szCs w:val="22"/>
        </w:rPr>
      </w:pPr>
      <w:r>
        <w:rPr>
          <w:rFonts w:cs="Arial"/>
        </w:rPr>
        <w:t xml:space="preserve">You will be required to attend all trial dates. If you are unable to attend any of the trials above please </w:t>
      </w:r>
      <w:proofErr w:type="gramStart"/>
      <w:r>
        <w:rPr>
          <w:rFonts w:cs="Arial"/>
        </w:rPr>
        <w:t>advise</w:t>
      </w:r>
      <w:proofErr w:type="gramEnd"/>
      <w:r>
        <w:rPr>
          <w:rFonts w:cs="Arial"/>
        </w:rPr>
        <w:t xml:space="preserve"> (and provide a reason why):</w:t>
      </w:r>
      <w:r>
        <w:rPr>
          <w:rFonts w:cs="Arial"/>
        </w:rPr>
        <w:br/>
      </w:r>
      <w:r>
        <w:rPr>
          <w:rFonts w:cs="Arial"/>
        </w:rPr>
        <w:tab/>
      </w:r>
    </w:p>
    <w:p w:rsidR="008B5696" w:rsidRDefault="008B5696" w:rsidP="007E37A3">
      <w:pPr>
        <w:tabs>
          <w:tab w:val="left" w:pos="709"/>
          <w:tab w:val="right" w:leader="underscore" w:pos="10348"/>
        </w:tabs>
        <w:ind w:left="709"/>
        <w:rPr>
          <w:rFonts w:cs="Arial"/>
        </w:rPr>
      </w:pPr>
    </w:p>
    <w:p w:rsidR="008B5696" w:rsidRDefault="008B5696" w:rsidP="007E37A3">
      <w:pPr>
        <w:tabs>
          <w:tab w:val="left" w:pos="709"/>
          <w:tab w:val="right" w:leader="underscore" w:pos="10348"/>
        </w:tabs>
        <w:ind w:left="709"/>
        <w:jc w:val="both"/>
        <w:rPr>
          <w:rFonts w:cs="Arial"/>
          <w:sz w:val="22"/>
          <w:szCs w:val="22"/>
        </w:rPr>
      </w:pPr>
      <w:r>
        <w:rPr>
          <w:rFonts w:cs="Arial"/>
        </w:rPr>
        <w:tab/>
      </w:r>
      <w:bookmarkStart w:id="0" w:name="_GoBack"/>
      <w:bookmarkEnd w:id="0"/>
    </w:p>
    <w:sectPr w:rsidR="008B5696" w:rsidSect="00E77B12">
      <w:pgSz w:w="11909" w:h="16834" w:code="9"/>
      <w:pgMar w:top="284" w:right="578" w:bottom="272" w:left="578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BB7" w:rsidRDefault="00C17BB7">
      <w:r>
        <w:separator/>
      </w:r>
    </w:p>
  </w:endnote>
  <w:endnote w:type="continuationSeparator" w:id="0">
    <w:p w:rsidR="00C17BB7" w:rsidRDefault="00C17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BB7" w:rsidRDefault="00C17BB7">
      <w:r>
        <w:separator/>
      </w:r>
    </w:p>
  </w:footnote>
  <w:footnote w:type="continuationSeparator" w:id="0">
    <w:p w:rsidR="00C17BB7" w:rsidRDefault="00C17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24F16"/>
    <w:multiLevelType w:val="hybridMultilevel"/>
    <w:tmpl w:val="A2B6BFB4"/>
    <w:lvl w:ilvl="0" w:tplc="1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8F5489"/>
    <w:multiLevelType w:val="hybridMultilevel"/>
    <w:tmpl w:val="92EC0FB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9233BF"/>
    <w:multiLevelType w:val="multilevel"/>
    <w:tmpl w:val="A2B6BFB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CE622B"/>
    <w:multiLevelType w:val="hybridMultilevel"/>
    <w:tmpl w:val="A60CA6B8"/>
    <w:lvl w:ilvl="0" w:tplc="777AE138">
      <w:start w:val="30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2426768E"/>
    <w:multiLevelType w:val="multilevel"/>
    <w:tmpl w:val="A2B6BFB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FF2921"/>
    <w:multiLevelType w:val="multilevel"/>
    <w:tmpl w:val="A2B6BFB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422021"/>
    <w:multiLevelType w:val="singleLevel"/>
    <w:tmpl w:val="8C9CDB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85E2610"/>
    <w:multiLevelType w:val="singleLevel"/>
    <w:tmpl w:val="8C9CDB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8C21ECE"/>
    <w:multiLevelType w:val="singleLevel"/>
    <w:tmpl w:val="8C9CDB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9262F13"/>
    <w:multiLevelType w:val="hybridMultilevel"/>
    <w:tmpl w:val="D54AF588"/>
    <w:lvl w:ilvl="0" w:tplc="2AC04BD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7E64DD"/>
    <w:multiLevelType w:val="singleLevel"/>
    <w:tmpl w:val="8C9CDB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CC6313D"/>
    <w:multiLevelType w:val="multilevel"/>
    <w:tmpl w:val="A2B6BFB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0831E1"/>
    <w:multiLevelType w:val="hybridMultilevel"/>
    <w:tmpl w:val="7E5041F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0E2063"/>
    <w:multiLevelType w:val="singleLevel"/>
    <w:tmpl w:val="8C9CDB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B7B7965"/>
    <w:multiLevelType w:val="singleLevel"/>
    <w:tmpl w:val="8C9CDB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19930B9"/>
    <w:multiLevelType w:val="hybridMultilevel"/>
    <w:tmpl w:val="F21A773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E21DB5"/>
    <w:multiLevelType w:val="hybridMultilevel"/>
    <w:tmpl w:val="B772FD7E"/>
    <w:lvl w:ilvl="0" w:tplc="1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87832DC"/>
    <w:multiLevelType w:val="hybridMultilevel"/>
    <w:tmpl w:val="CF1054D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7A43D1"/>
    <w:multiLevelType w:val="singleLevel"/>
    <w:tmpl w:val="8C9CDB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894330E"/>
    <w:multiLevelType w:val="multilevel"/>
    <w:tmpl w:val="A2B6BFB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FD05501"/>
    <w:multiLevelType w:val="hybridMultilevel"/>
    <w:tmpl w:val="C07AA6D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673B3B"/>
    <w:multiLevelType w:val="hybridMultilevel"/>
    <w:tmpl w:val="FC6ED0F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E6498D"/>
    <w:multiLevelType w:val="hybridMultilevel"/>
    <w:tmpl w:val="DE9EF352"/>
    <w:lvl w:ilvl="0" w:tplc="04090001">
      <w:start w:val="3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6253E0E"/>
    <w:multiLevelType w:val="multilevel"/>
    <w:tmpl w:val="A2B6BFB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DC15AB"/>
    <w:multiLevelType w:val="singleLevel"/>
    <w:tmpl w:val="8C9CDB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7CA63340"/>
    <w:multiLevelType w:val="singleLevel"/>
    <w:tmpl w:val="8C9CDB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7"/>
  </w:num>
  <w:num w:numId="3">
    <w:abstractNumId w:val="18"/>
  </w:num>
  <w:num w:numId="4">
    <w:abstractNumId w:val="8"/>
  </w:num>
  <w:num w:numId="5">
    <w:abstractNumId w:val="10"/>
  </w:num>
  <w:num w:numId="6">
    <w:abstractNumId w:val="14"/>
  </w:num>
  <w:num w:numId="7">
    <w:abstractNumId w:val="24"/>
  </w:num>
  <w:num w:numId="8">
    <w:abstractNumId w:val="25"/>
  </w:num>
  <w:num w:numId="9">
    <w:abstractNumId w:val="13"/>
  </w:num>
  <w:num w:numId="10">
    <w:abstractNumId w:val="0"/>
  </w:num>
  <w:num w:numId="11">
    <w:abstractNumId w:val="16"/>
  </w:num>
  <w:num w:numId="12">
    <w:abstractNumId w:val="22"/>
  </w:num>
  <w:num w:numId="13">
    <w:abstractNumId w:val="19"/>
  </w:num>
  <w:num w:numId="14">
    <w:abstractNumId w:val="17"/>
  </w:num>
  <w:num w:numId="15">
    <w:abstractNumId w:val="2"/>
  </w:num>
  <w:num w:numId="16">
    <w:abstractNumId w:val="20"/>
  </w:num>
  <w:num w:numId="17">
    <w:abstractNumId w:val="5"/>
  </w:num>
  <w:num w:numId="18">
    <w:abstractNumId w:val="1"/>
  </w:num>
  <w:num w:numId="19">
    <w:abstractNumId w:val="11"/>
  </w:num>
  <w:num w:numId="20">
    <w:abstractNumId w:val="12"/>
  </w:num>
  <w:num w:numId="21">
    <w:abstractNumId w:val="23"/>
  </w:num>
  <w:num w:numId="22">
    <w:abstractNumId w:val="15"/>
  </w:num>
  <w:num w:numId="23">
    <w:abstractNumId w:val="4"/>
  </w:num>
  <w:num w:numId="24">
    <w:abstractNumId w:val="21"/>
  </w:num>
  <w:num w:numId="25">
    <w:abstractNumId w:val="3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294"/>
    <w:rsid w:val="0000525C"/>
    <w:rsid w:val="000302CC"/>
    <w:rsid w:val="00031001"/>
    <w:rsid w:val="00035622"/>
    <w:rsid w:val="0004095B"/>
    <w:rsid w:val="00044F22"/>
    <w:rsid w:val="000463DA"/>
    <w:rsid w:val="00062038"/>
    <w:rsid w:val="00065DB1"/>
    <w:rsid w:val="0007733C"/>
    <w:rsid w:val="0008015D"/>
    <w:rsid w:val="0008126C"/>
    <w:rsid w:val="000937EE"/>
    <w:rsid w:val="000955E9"/>
    <w:rsid w:val="0009765D"/>
    <w:rsid w:val="000A5718"/>
    <w:rsid w:val="000D27E4"/>
    <w:rsid w:val="000F4DDC"/>
    <w:rsid w:val="00107CEC"/>
    <w:rsid w:val="00117B15"/>
    <w:rsid w:val="00137024"/>
    <w:rsid w:val="00146E72"/>
    <w:rsid w:val="00150087"/>
    <w:rsid w:val="00154FFD"/>
    <w:rsid w:val="001704AD"/>
    <w:rsid w:val="00191746"/>
    <w:rsid w:val="00195FF9"/>
    <w:rsid w:val="001A1F45"/>
    <w:rsid w:val="001D0FCD"/>
    <w:rsid w:val="001D43F3"/>
    <w:rsid w:val="001D4A19"/>
    <w:rsid w:val="001E2129"/>
    <w:rsid w:val="002029C5"/>
    <w:rsid w:val="002139B0"/>
    <w:rsid w:val="0022562A"/>
    <w:rsid w:val="002310E3"/>
    <w:rsid w:val="002338BE"/>
    <w:rsid w:val="00237649"/>
    <w:rsid w:val="00237712"/>
    <w:rsid w:val="002514E8"/>
    <w:rsid w:val="00251B80"/>
    <w:rsid w:val="00256598"/>
    <w:rsid w:val="002626D5"/>
    <w:rsid w:val="00265294"/>
    <w:rsid w:val="00265CC4"/>
    <w:rsid w:val="002741D7"/>
    <w:rsid w:val="002930A0"/>
    <w:rsid w:val="00296D77"/>
    <w:rsid w:val="002B0BBB"/>
    <w:rsid w:val="002B237B"/>
    <w:rsid w:val="002C5FE8"/>
    <w:rsid w:val="002C64B3"/>
    <w:rsid w:val="002D2C9F"/>
    <w:rsid w:val="002E580E"/>
    <w:rsid w:val="002F1E6C"/>
    <w:rsid w:val="002F7C45"/>
    <w:rsid w:val="00302421"/>
    <w:rsid w:val="00304456"/>
    <w:rsid w:val="003166FB"/>
    <w:rsid w:val="00327562"/>
    <w:rsid w:val="0033627C"/>
    <w:rsid w:val="0034703A"/>
    <w:rsid w:val="00366D8A"/>
    <w:rsid w:val="0037257C"/>
    <w:rsid w:val="003727CC"/>
    <w:rsid w:val="00374B92"/>
    <w:rsid w:val="00376ECC"/>
    <w:rsid w:val="003A781B"/>
    <w:rsid w:val="003C29D0"/>
    <w:rsid w:val="003E322B"/>
    <w:rsid w:val="003F4ACD"/>
    <w:rsid w:val="00406526"/>
    <w:rsid w:val="00412069"/>
    <w:rsid w:val="0042075C"/>
    <w:rsid w:val="0042319B"/>
    <w:rsid w:val="00423952"/>
    <w:rsid w:val="0043452B"/>
    <w:rsid w:val="00437726"/>
    <w:rsid w:val="00442054"/>
    <w:rsid w:val="00447EE4"/>
    <w:rsid w:val="004568DE"/>
    <w:rsid w:val="004611D1"/>
    <w:rsid w:val="004626A5"/>
    <w:rsid w:val="00467614"/>
    <w:rsid w:val="00482DD8"/>
    <w:rsid w:val="0049199A"/>
    <w:rsid w:val="00495B01"/>
    <w:rsid w:val="004966E1"/>
    <w:rsid w:val="004A4432"/>
    <w:rsid w:val="004C4E1D"/>
    <w:rsid w:val="004D79EE"/>
    <w:rsid w:val="004F67CF"/>
    <w:rsid w:val="005114A8"/>
    <w:rsid w:val="00512B05"/>
    <w:rsid w:val="00524B23"/>
    <w:rsid w:val="00525201"/>
    <w:rsid w:val="00526EB5"/>
    <w:rsid w:val="005433E1"/>
    <w:rsid w:val="00551C04"/>
    <w:rsid w:val="005520BF"/>
    <w:rsid w:val="005621C9"/>
    <w:rsid w:val="00567E9A"/>
    <w:rsid w:val="005724A2"/>
    <w:rsid w:val="005815F9"/>
    <w:rsid w:val="00581724"/>
    <w:rsid w:val="0058423D"/>
    <w:rsid w:val="00592A93"/>
    <w:rsid w:val="005A01DB"/>
    <w:rsid w:val="005A290B"/>
    <w:rsid w:val="005A32E8"/>
    <w:rsid w:val="005B34D3"/>
    <w:rsid w:val="005C0017"/>
    <w:rsid w:val="005C3FB7"/>
    <w:rsid w:val="005C7BA9"/>
    <w:rsid w:val="005E4D07"/>
    <w:rsid w:val="005F4AA1"/>
    <w:rsid w:val="005F6687"/>
    <w:rsid w:val="006060FA"/>
    <w:rsid w:val="00615642"/>
    <w:rsid w:val="00622D31"/>
    <w:rsid w:val="00623A44"/>
    <w:rsid w:val="00626E44"/>
    <w:rsid w:val="00636C3D"/>
    <w:rsid w:val="00655C3E"/>
    <w:rsid w:val="00677775"/>
    <w:rsid w:val="0068636A"/>
    <w:rsid w:val="00687A05"/>
    <w:rsid w:val="006940DF"/>
    <w:rsid w:val="00695C46"/>
    <w:rsid w:val="006B7F58"/>
    <w:rsid w:val="006C12E6"/>
    <w:rsid w:val="006C2C87"/>
    <w:rsid w:val="006D4889"/>
    <w:rsid w:val="006E0964"/>
    <w:rsid w:val="006F1771"/>
    <w:rsid w:val="006F177C"/>
    <w:rsid w:val="00707EF9"/>
    <w:rsid w:val="00712292"/>
    <w:rsid w:val="0072397D"/>
    <w:rsid w:val="0074712C"/>
    <w:rsid w:val="00760577"/>
    <w:rsid w:val="0076248A"/>
    <w:rsid w:val="00771178"/>
    <w:rsid w:val="0077572D"/>
    <w:rsid w:val="00777031"/>
    <w:rsid w:val="00782DEB"/>
    <w:rsid w:val="00783E3A"/>
    <w:rsid w:val="007A5DFC"/>
    <w:rsid w:val="007B116D"/>
    <w:rsid w:val="007C3D2A"/>
    <w:rsid w:val="007C4CE0"/>
    <w:rsid w:val="007C6C94"/>
    <w:rsid w:val="007D5936"/>
    <w:rsid w:val="007D59D8"/>
    <w:rsid w:val="007E37A3"/>
    <w:rsid w:val="007F64D8"/>
    <w:rsid w:val="00803434"/>
    <w:rsid w:val="00804F97"/>
    <w:rsid w:val="008102BE"/>
    <w:rsid w:val="00820893"/>
    <w:rsid w:val="00830950"/>
    <w:rsid w:val="00855E01"/>
    <w:rsid w:val="00861A4F"/>
    <w:rsid w:val="00893F4B"/>
    <w:rsid w:val="0089632C"/>
    <w:rsid w:val="008B5696"/>
    <w:rsid w:val="008E7112"/>
    <w:rsid w:val="0091405F"/>
    <w:rsid w:val="00922003"/>
    <w:rsid w:val="009309CB"/>
    <w:rsid w:val="0094287C"/>
    <w:rsid w:val="0097762B"/>
    <w:rsid w:val="00977BA8"/>
    <w:rsid w:val="00992634"/>
    <w:rsid w:val="009969AC"/>
    <w:rsid w:val="009A126C"/>
    <w:rsid w:val="009A1AAD"/>
    <w:rsid w:val="009B3595"/>
    <w:rsid w:val="009E01D8"/>
    <w:rsid w:val="009E24E4"/>
    <w:rsid w:val="009E2ECF"/>
    <w:rsid w:val="00A038FB"/>
    <w:rsid w:val="00A12537"/>
    <w:rsid w:val="00A14E32"/>
    <w:rsid w:val="00A21D87"/>
    <w:rsid w:val="00A22B51"/>
    <w:rsid w:val="00A310AC"/>
    <w:rsid w:val="00A367A9"/>
    <w:rsid w:val="00A401CC"/>
    <w:rsid w:val="00A42C2A"/>
    <w:rsid w:val="00A46696"/>
    <w:rsid w:val="00A60AC5"/>
    <w:rsid w:val="00A70478"/>
    <w:rsid w:val="00A72C46"/>
    <w:rsid w:val="00A72CC4"/>
    <w:rsid w:val="00A7571E"/>
    <w:rsid w:val="00A8011B"/>
    <w:rsid w:val="00A837B2"/>
    <w:rsid w:val="00A83D63"/>
    <w:rsid w:val="00AA17C8"/>
    <w:rsid w:val="00AB30B1"/>
    <w:rsid w:val="00AD71A9"/>
    <w:rsid w:val="00AE06E2"/>
    <w:rsid w:val="00AE08C4"/>
    <w:rsid w:val="00AF1318"/>
    <w:rsid w:val="00B00E22"/>
    <w:rsid w:val="00B143D3"/>
    <w:rsid w:val="00B207E9"/>
    <w:rsid w:val="00B21AA0"/>
    <w:rsid w:val="00B43068"/>
    <w:rsid w:val="00B43A90"/>
    <w:rsid w:val="00B53222"/>
    <w:rsid w:val="00B5667C"/>
    <w:rsid w:val="00B747C0"/>
    <w:rsid w:val="00B74FD8"/>
    <w:rsid w:val="00B776A5"/>
    <w:rsid w:val="00B82D37"/>
    <w:rsid w:val="00B87B38"/>
    <w:rsid w:val="00BA3CD7"/>
    <w:rsid w:val="00BB5C15"/>
    <w:rsid w:val="00BC6A50"/>
    <w:rsid w:val="00BD17D1"/>
    <w:rsid w:val="00BD57CA"/>
    <w:rsid w:val="00BF1982"/>
    <w:rsid w:val="00C008B6"/>
    <w:rsid w:val="00C03256"/>
    <w:rsid w:val="00C0770C"/>
    <w:rsid w:val="00C1095E"/>
    <w:rsid w:val="00C17BB7"/>
    <w:rsid w:val="00C220C3"/>
    <w:rsid w:val="00C456C0"/>
    <w:rsid w:val="00C56B94"/>
    <w:rsid w:val="00C714A5"/>
    <w:rsid w:val="00C87824"/>
    <w:rsid w:val="00C92190"/>
    <w:rsid w:val="00CA08CD"/>
    <w:rsid w:val="00CC18E3"/>
    <w:rsid w:val="00CC4858"/>
    <w:rsid w:val="00CD34D8"/>
    <w:rsid w:val="00D02295"/>
    <w:rsid w:val="00D03A91"/>
    <w:rsid w:val="00D07AFB"/>
    <w:rsid w:val="00D11978"/>
    <w:rsid w:val="00D16365"/>
    <w:rsid w:val="00D201CF"/>
    <w:rsid w:val="00D21FE5"/>
    <w:rsid w:val="00D25A5D"/>
    <w:rsid w:val="00D26306"/>
    <w:rsid w:val="00D41669"/>
    <w:rsid w:val="00D71B7E"/>
    <w:rsid w:val="00D74DF5"/>
    <w:rsid w:val="00D80A3D"/>
    <w:rsid w:val="00D9166E"/>
    <w:rsid w:val="00D937F7"/>
    <w:rsid w:val="00D93E6B"/>
    <w:rsid w:val="00D9412B"/>
    <w:rsid w:val="00DB402B"/>
    <w:rsid w:val="00DC1D63"/>
    <w:rsid w:val="00DD092F"/>
    <w:rsid w:val="00DD32A3"/>
    <w:rsid w:val="00DD4FEF"/>
    <w:rsid w:val="00DD7E9F"/>
    <w:rsid w:val="00DE0EC0"/>
    <w:rsid w:val="00DF42A8"/>
    <w:rsid w:val="00E00757"/>
    <w:rsid w:val="00E16AD8"/>
    <w:rsid w:val="00E2628F"/>
    <w:rsid w:val="00E34B03"/>
    <w:rsid w:val="00E35DA8"/>
    <w:rsid w:val="00E3661E"/>
    <w:rsid w:val="00E4014B"/>
    <w:rsid w:val="00E4275C"/>
    <w:rsid w:val="00E4282E"/>
    <w:rsid w:val="00E50B36"/>
    <w:rsid w:val="00E563D4"/>
    <w:rsid w:val="00E57F4E"/>
    <w:rsid w:val="00E77B12"/>
    <w:rsid w:val="00E91807"/>
    <w:rsid w:val="00E92FA3"/>
    <w:rsid w:val="00EA1AEA"/>
    <w:rsid w:val="00EA2159"/>
    <w:rsid w:val="00EA53F5"/>
    <w:rsid w:val="00EB144F"/>
    <w:rsid w:val="00EB654B"/>
    <w:rsid w:val="00EC166B"/>
    <w:rsid w:val="00EC342E"/>
    <w:rsid w:val="00EE11F1"/>
    <w:rsid w:val="00EE26F2"/>
    <w:rsid w:val="00EE6916"/>
    <w:rsid w:val="00EF246B"/>
    <w:rsid w:val="00F13812"/>
    <w:rsid w:val="00F157E7"/>
    <w:rsid w:val="00F2084C"/>
    <w:rsid w:val="00F43903"/>
    <w:rsid w:val="00F54236"/>
    <w:rsid w:val="00F637E6"/>
    <w:rsid w:val="00F66529"/>
    <w:rsid w:val="00F72A20"/>
    <w:rsid w:val="00F80D43"/>
    <w:rsid w:val="00F82F4E"/>
    <w:rsid w:val="00F934EE"/>
    <w:rsid w:val="00FA6DA2"/>
    <w:rsid w:val="00FA7F4C"/>
    <w:rsid w:val="00FB31E9"/>
    <w:rsid w:val="00FC4C7D"/>
    <w:rsid w:val="00FC61FE"/>
    <w:rsid w:val="00FD464E"/>
    <w:rsid w:val="00FD5301"/>
    <w:rsid w:val="00FE21E7"/>
    <w:rsid w:val="00FE2408"/>
    <w:rsid w:val="00FE3344"/>
    <w:rsid w:val="00FF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42E"/>
    <w:rPr>
      <w:rFonts w:ascii="Arial" w:hAnsi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AB30B1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F177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Pr>
      <w:rFonts w:ascii="Arial" w:hAnsi="Arial" w:cs="Times New Roman"/>
      <w:lang w:val="x-none" w:eastAsia="en-US"/>
    </w:rPr>
  </w:style>
  <w:style w:type="paragraph" w:styleId="Footer">
    <w:name w:val="footer"/>
    <w:basedOn w:val="Normal"/>
    <w:link w:val="FooterChar"/>
    <w:uiPriority w:val="99"/>
    <w:rsid w:val="006F177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Pr>
      <w:rFonts w:ascii="Arial" w:hAnsi="Arial" w:cs="Times New Roman"/>
      <w:lang w:val="x-none" w:eastAsia="en-US"/>
    </w:rPr>
  </w:style>
  <w:style w:type="character" w:styleId="PageNumber">
    <w:name w:val="page number"/>
    <w:uiPriority w:val="99"/>
    <w:rsid w:val="006F1771"/>
    <w:rPr>
      <w:rFonts w:cs="Times New Roman"/>
    </w:rPr>
  </w:style>
  <w:style w:type="character" w:customStyle="1" w:styleId="huge1">
    <w:name w:val="huge1"/>
    <w:rsid w:val="00150087"/>
    <w:rPr>
      <w:rFonts w:ascii="Verdana" w:hAnsi="Verdana" w:cs="Times New Roman"/>
      <w:sz w:val="30"/>
      <w:szCs w:val="30"/>
    </w:rPr>
  </w:style>
  <w:style w:type="character" w:customStyle="1" w:styleId="bodybold1">
    <w:name w:val="bodybold1"/>
    <w:rsid w:val="00150087"/>
    <w:rPr>
      <w:rFonts w:ascii="Verdana" w:hAnsi="Verdana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42E"/>
    <w:rPr>
      <w:rFonts w:ascii="Arial" w:hAnsi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AB30B1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F177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Pr>
      <w:rFonts w:ascii="Arial" w:hAnsi="Arial" w:cs="Times New Roman"/>
      <w:lang w:val="x-none" w:eastAsia="en-US"/>
    </w:rPr>
  </w:style>
  <w:style w:type="paragraph" w:styleId="Footer">
    <w:name w:val="footer"/>
    <w:basedOn w:val="Normal"/>
    <w:link w:val="FooterChar"/>
    <w:uiPriority w:val="99"/>
    <w:rsid w:val="006F177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Pr>
      <w:rFonts w:ascii="Arial" w:hAnsi="Arial" w:cs="Times New Roman"/>
      <w:lang w:val="x-none" w:eastAsia="en-US"/>
    </w:rPr>
  </w:style>
  <w:style w:type="character" w:styleId="PageNumber">
    <w:name w:val="page number"/>
    <w:uiPriority w:val="99"/>
    <w:rsid w:val="006F1771"/>
    <w:rPr>
      <w:rFonts w:cs="Times New Roman"/>
    </w:rPr>
  </w:style>
  <w:style w:type="character" w:customStyle="1" w:styleId="huge1">
    <w:name w:val="huge1"/>
    <w:rsid w:val="00150087"/>
    <w:rPr>
      <w:rFonts w:ascii="Verdana" w:hAnsi="Verdana" w:cs="Times New Roman"/>
      <w:sz w:val="30"/>
      <w:szCs w:val="30"/>
    </w:rPr>
  </w:style>
  <w:style w:type="character" w:customStyle="1" w:styleId="bodybold1">
    <w:name w:val="bodybold1"/>
    <w:rsid w:val="00150087"/>
    <w:rPr>
      <w:rFonts w:ascii="Verdana" w:hAnsi="Verdan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0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ris\My%20Documents\Netball%20Natter%2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Netball Natter 1.dot</Template>
  <TotalTime>63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IMIA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Anderson, Charlene S</cp:lastModifiedBy>
  <cp:revision>6</cp:revision>
  <cp:lastPrinted>2017-01-10T00:43:00Z</cp:lastPrinted>
  <dcterms:created xsi:type="dcterms:W3CDTF">2017-01-10T20:55:00Z</dcterms:created>
  <dcterms:modified xsi:type="dcterms:W3CDTF">2017-01-24T08:03:00Z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